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DBA6159" w:rsidR="00535E9B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F7CF2">
        <w:rPr>
          <w:rFonts w:ascii="Verdana" w:eastAsia="Verdana" w:hAnsi="Verdana" w:cs="Times New Roman"/>
          <w:b/>
        </w:rPr>
        <w:t>ZAŁĄCZNIK NR</w:t>
      </w:r>
      <w:r w:rsidR="00D2335E">
        <w:rPr>
          <w:rFonts w:ascii="Verdana" w:eastAsia="Verdana" w:hAnsi="Verdana" w:cs="Times New Roman"/>
          <w:b/>
        </w:rPr>
        <w:t xml:space="preserve"> 8</w:t>
      </w:r>
      <w:r w:rsidRPr="006F7CF2">
        <w:rPr>
          <w:rFonts w:ascii="Verdana" w:eastAsia="Verdana" w:hAnsi="Verdana" w:cs="Times New Roman"/>
          <w:b/>
        </w:rPr>
        <w:t xml:space="preserve"> DO SWZ – ZOBOWIĄZANIE PODMIOTU DO UDOSTEPNIENIA ZASOBÓW (WZÓR)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EC6F1B" w14:textId="77777777" w:rsidR="00D2335E" w:rsidRDefault="00D2335E" w:rsidP="00D2335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5AA2895D" w14:textId="1A2F696E" w:rsidR="00D2335E" w:rsidRPr="006B56FD" w:rsidRDefault="00D2335E" w:rsidP="00D2335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87C91A0" w14:textId="77777777" w:rsidR="00D2335E" w:rsidRPr="006B56FD" w:rsidRDefault="00D2335E" w:rsidP="00D2335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DEB5CA0" w14:textId="77777777" w:rsidR="00D2335E" w:rsidRPr="006B56FD" w:rsidRDefault="00D2335E" w:rsidP="00D2335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FE1C00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594D3420" w:rsidR="00B67D39" w:rsidRPr="006B56FD" w:rsidRDefault="00D2335E" w:rsidP="00D2335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B1891">
              <w:rPr>
                <w:rFonts w:asciiTheme="minorHAnsi" w:hAnsiTheme="minorHAnsi" w:cstheme="minorHAnsi"/>
                <w:color w:val="000000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E089C03" w:rsidR="00381365" w:rsidRPr="00B67D39" w:rsidRDefault="006F7CF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6F7CF2">
        <w:rPr>
          <w:rFonts w:cstheme="minorHAnsi"/>
          <w:b/>
          <w:szCs w:val="18"/>
        </w:rPr>
        <w:t>ZOBOWIĄZANIE PODMIOTU DO UDOSTĘPN</w:t>
      </w:r>
      <w:r w:rsidR="00D2335E">
        <w:rPr>
          <w:rFonts w:cstheme="minorHAnsi"/>
          <w:b/>
          <w:szCs w:val="18"/>
        </w:rPr>
        <w:t>I</w:t>
      </w:r>
      <w:r w:rsidRPr="006F7CF2">
        <w:rPr>
          <w:rFonts w:cstheme="minorHAnsi"/>
          <w:b/>
          <w:szCs w:val="18"/>
        </w:rPr>
        <w:t>ENIA ZASOBÓW</w:t>
      </w:r>
    </w:p>
    <w:p w14:paraId="374FBE27" w14:textId="77777777" w:rsidR="00A62B4C" w:rsidRPr="00B67D39" w:rsidRDefault="00A62B4C" w:rsidP="00816438">
      <w:pPr>
        <w:jc w:val="both"/>
        <w:rPr>
          <w:rFonts w:eastAsia="Verdana" w:cs="Times New Roman"/>
          <w:szCs w:val="18"/>
        </w:rPr>
      </w:pPr>
    </w:p>
    <w:p w14:paraId="33AD676B" w14:textId="7EE3BDBD" w:rsidR="00B67D39" w:rsidRPr="006F7CF2" w:rsidRDefault="006F7CF2" w:rsidP="00816438">
      <w:pPr>
        <w:jc w:val="both"/>
        <w:rPr>
          <w:rFonts w:cstheme="minorHAnsi"/>
          <w:sz w:val="14"/>
        </w:rPr>
      </w:pPr>
      <w:r w:rsidRPr="006F7CF2">
        <w:rPr>
          <w:rFonts w:eastAsia="Calibri" w:cstheme="minorHAnsi"/>
          <w:lang w:eastAsia="pl-PL"/>
        </w:rPr>
        <w:t xml:space="preserve">Dotyczy postępowania zakupowego nr </w:t>
      </w:r>
      <w:r w:rsidR="00D2335E" w:rsidRPr="00D2335E">
        <w:rPr>
          <w:rFonts w:eastAsia="Calibri" w:cstheme="minorHAnsi"/>
          <w:b/>
          <w:bCs/>
          <w:lang w:eastAsia="pl-PL"/>
        </w:rPr>
        <w:t>POST/DYS/OLD/GZ/04359/2025</w:t>
      </w:r>
      <w:r w:rsidRPr="006F7CF2">
        <w:rPr>
          <w:rFonts w:eastAsia="Calibri" w:cstheme="minorHAnsi"/>
          <w:lang w:eastAsia="pl-PL"/>
        </w:rPr>
        <w:t xml:space="preserve"> prowadzonego w trybie przetargu nieograniczonego pn.  </w:t>
      </w:r>
      <w:r w:rsidR="00D2335E" w:rsidRPr="00D2335E">
        <w:rPr>
          <w:rFonts w:eastAsia="Calibri" w:cstheme="minorHAnsi"/>
          <w:b/>
          <w:bCs/>
          <w:lang w:eastAsia="pl-PL"/>
        </w:rPr>
        <w:t>„Modernizacja Dachu Budynku B(biurowy) RE Łowicz”</w:t>
      </w:r>
      <w:r w:rsidR="00D2335E">
        <w:rPr>
          <w:rFonts w:eastAsia="Calibri" w:cstheme="minorHAnsi"/>
          <w:b/>
          <w:bCs/>
          <w:lang w:eastAsia="pl-PL"/>
        </w:rPr>
        <w:t>.</w:t>
      </w:r>
    </w:p>
    <w:p w14:paraId="2B2CB4B3" w14:textId="5A771E38" w:rsidR="00381365" w:rsidRDefault="00381365" w:rsidP="00816438">
      <w:pPr>
        <w:jc w:val="both"/>
        <w:rPr>
          <w:rFonts w:cstheme="minorHAnsi"/>
          <w:sz w:val="16"/>
        </w:rPr>
      </w:pPr>
    </w:p>
    <w:p w14:paraId="193F72A2" w14:textId="77777777" w:rsidR="006F7CF2" w:rsidRPr="006F7CF2" w:rsidRDefault="006F7CF2" w:rsidP="00816438">
      <w:pPr>
        <w:jc w:val="both"/>
        <w:rPr>
          <w:rFonts w:eastAsia="Calibri" w:cstheme="minorHAnsi"/>
          <w:szCs w:val="18"/>
          <w:lang w:eastAsia="pl-PL"/>
        </w:rPr>
      </w:pPr>
      <w:r w:rsidRPr="006F7CF2">
        <w:rPr>
          <w:rFonts w:eastAsia="Calibri" w:cstheme="minorHAnsi"/>
          <w:b/>
          <w:szCs w:val="18"/>
          <w:lang w:eastAsia="pl-PL"/>
        </w:rPr>
        <w:t>Działając w imieniu: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830"/>
      </w:tblGrid>
      <w:tr w:rsidR="006F7CF2" w:rsidRPr="006F7CF2" w14:paraId="05B631BE" w14:textId="77777777" w:rsidTr="00816438">
        <w:trPr>
          <w:cantSplit/>
          <w:trHeight w:val="532"/>
        </w:trPr>
        <w:tc>
          <w:tcPr>
            <w:tcW w:w="4253" w:type="dxa"/>
            <w:shd w:val="clear" w:color="auto" w:fill="C6D9F1"/>
            <w:vAlign w:val="center"/>
          </w:tcPr>
          <w:p w14:paraId="321D8213" w14:textId="5006C672" w:rsidR="006F7CF2" w:rsidRPr="006F7CF2" w:rsidRDefault="006F7CF2" w:rsidP="0088620A">
            <w:pPr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Pełna nazwa podmiotu oddającego </w:t>
            </w:r>
            <w:r w:rsidR="00D2335E">
              <w:rPr>
                <w:szCs w:val="18"/>
              </w:rPr>
              <w:t xml:space="preserve">                  </w:t>
            </w:r>
            <w:r w:rsidRPr="006F7CF2">
              <w:rPr>
                <w:szCs w:val="18"/>
              </w:rPr>
              <w:t>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3113E8D9" w14:textId="77777777" w:rsidR="006F7CF2" w:rsidRPr="006F7CF2" w:rsidRDefault="006F7CF2" w:rsidP="0088620A">
            <w:pPr>
              <w:ind w:left="214" w:hanging="14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Adres podmiotu</w:t>
            </w:r>
          </w:p>
        </w:tc>
        <w:tc>
          <w:tcPr>
            <w:tcW w:w="2830" w:type="dxa"/>
            <w:shd w:val="clear" w:color="auto" w:fill="C6D9F1"/>
            <w:vAlign w:val="center"/>
          </w:tcPr>
          <w:p w14:paraId="63D88D6B" w14:textId="77777777" w:rsidR="006F7CF2" w:rsidRPr="006F7CF2" w:rsidRDefault="006F7CF2" w:rsidP="0088620A">
            <w:pPr>
              <w:ind w:firstLine="7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NIP/REGON</w:t>
            </w:r>
          </w:p>
        </w:tc>
      </w:tr>
      <w:tr w:rsidR="006F7CF2" w:rsidRPr="006F7CF2" w14:paraId="14721AFE" w14:textId="77777777" w:rsidTr="00816438">
        <w:trPr>
          <w:cantSplit/>
          <w:trHeight w:val="145"/>
        </w:trPr>
        <w:tc>
          <w:tcPr>
            <w:tcW w:w="4253" w:type="dxa"/>
          </w:tcPr>
          <w:p w14:paraId="399F00C5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  <w:p w14:paraId="23ED48A1" w14:textId="77777777" w:rsidR="006F7CF2" w:rsidRPr="006F7CF2" w:rsidRDefault="006F7CF2" w:rsidP="0088620A">
            <w:pPr>
              <w:ind w:hanging="1418"/>
              <w:rPr>
                <w:szCs w:val="18"/>
              </w:rPr>
            </w:pPr>
          </w:p>
        </w:tc>
        <w:tc>
          <w:tcPr>
            <w:tcW w:w="2835" w:type="dxa"/>
          </w:tcPr>
          <w:p w14:paraId="610811C4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  <w:tc>
          <w:tcPr>
            <w:tcW w:w="2830" w:type="dxa"/>
          </w:tcPr>
          <w:p w14:paraId="0D9E7EC6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</w:tr>
    </w:tbl>
    <w:p w14:paraId="78824A6D" w14:textId="77777777" w:rsidR="006F7CF2" w:rsidRPr="006F7CF2" w:rsidRDefault="006F7CF2" w:rsidP="006F7CF2">
      <w:pPr>
        <w:ind w:left="-142"/>
        <w:rPr>
          <w:rFonts w:eastAsia="Calibri" w:cstheme="minorHAnsi"/>
          <w:szCs w:val="18"/>
          <w:lang w:eastAsia="pl-PL"/>
        </w:rPr>
      </w:pPr>
    </w:p>
    <w:p w14:paraId="2ABBEEBC" w14:textId="77777777" w:rsidR="00816438" w:rsidRDefault="006F7CF2" w:rsidP="00816438">
      <w:pPr>
        <w:jc w:val="both"/>
        <w:rPr>
          <w:szCs w:val="18"/>
        </w:rPr>
      </w:pPr>
      <w:r w:rsidRPr="006F7CF2">
        <w:rPr>
          <w:rFonts w:eastAsia="Calibri" w:cstheme="minorHAnsi"/>
          <w:b/>
          <w:szCs w:val="18"/>
          <w:lang w:eastAsia="pl-PL"/>
        </w:rPr>
        <w:t>Oświadczamy</w:t>
      </w:r>
      <w:r w:rsidRPr="006F7CF2">
        <w:rPr>
          <w:szCs w:val="18"/>
        </w:rPr>
        <w:t>, że zobowiązujemy się do oddania Wykonawcy ………………………………….……... (</w:t>
      </w:r>
      <w:r w:rsidRPr="006F7CF2">
        <w:rPr>
          <w:i/>
          <w:szCs w:val="18"/>
        </w:rPr>
        <w:t>nazwa Wykonawcy</w:t>
      </w:r>
      <w:r w:rsidRPr="006F7CF2">
        <w:rPr>
          <w:szCs w:val="18"/>
        </w:rPr>
        <w:t>) do dyspozycji niezbędne zasoby na potrzeby realizacji przedmiotowego Zakupu w zakresie:</w:t>
      </w:r>
    </w:p>
    <w:p w14:paraId="396E34BB" w14:textId="38EE583D" w:rsidR="006F7CF2" w:rsidRPr="006F7CF2" w:rsidRDefault="006F7CF2" w:rsidP="00816438">
      <w:pPr>
        <w:jc w:val="both"/>
        <w:rPr>
          <w:szCs w:val="18"/>
        </w:rPr>
      </w:pPr>
      <w:r w:rsidRPr="006F7CF2">
        <w:rPr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35"/>
        <w:gridCol w:w="992"/>
        <w:gridCol w:w="1809"/>
        <w:gridCol w:w="2268"/>
        <w:gridCol w:w="1554"/>
      </w:tblGrid>
      <w:tr w:rsidR="006F7CF2" w:rsidRPr="006F7CF2" w14:paraId="28C3CB7F" w14:textId="77777777" w:rsidTr="00816438">
        <w:trPr>
          <w:trHeight w:val="1104"/>
        </w:trPr>
        <w:tc>
          <w:tcPr>
            <w:tcW w:w="1560" w:type="dxa"/>
            <w:shd w:val="clear" w:color="auto" w:fill="B7CDF9" w:themeFill="text2" w:themeFillTint="33"/>
            <w:vAlign w:val="center"/>
          </w:tcPr>
          <w:p w14:paraId="53E9AA99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Warunek na spełnienie którego Podmiot udostępnia zasoby</w:t>
            </w:r>
          </w:p>
        </w:tc>
        <w:tc>
          <w:tcPr>
            <w:tcW w:w="1735" w:type="dxa"/>
            <w:shd w:val="clear" w:color="auto" w:fill="B7CDF9" w:themeFill="text2" w:themeFillTint="33"/>
            <w:vAlign w:val="center"/>
          </w:tcPr>
          <w:p w14:paraId="4642800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Rodzaj zasobu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 xml:space="preserve">) </w:t>
            </w:r>
            <w:r w:rsidRPr="00D2335E">
              <w:rPr>
                <w:rFonts w:cstheme="minorHAnsi"/>
                <w:b/>
                <w:bCs/>
                <w:i/>
                <w:szCs w:val="18"/>
              </w:rPr>
              <w:t>[wskazać właściwe]</w:t>
            </w:r>
          </w:p>
        </w:tc>
        <w:tc>
          <w:tcPr>
            <w:tcW w:w="992" w:type="dxa"/>
            <w:shd w:val="clear" w:color="auto" w:fill="B7CDF9" w:themeFill="text2" w:themeFillTint="33"/>
            <w:vAlign w:val="center"/>
          </w:tcPr>
          <w:p w14:paraId="0037761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Zakres udostępnianych zasobów</w:t>
            </w:r>
          </w:p>
        </w:tc>
        <w:tc>
          <w:tcPr>
            <w:tcW w:w="1809" w:type="dxa"/>
            <w:shd w:val="clear" w:color="auto" w:fill="B7CDF9" w:themeFill="text2" w:themeFillTint="33"/>
            <w:vAlign w:val="center"/>
          </w:tcPr>
          <w:p w14:paraId="6AB97A5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Sposób udostępnienia Wykonawcy i wykorzystania przez niego zasobów przy wykonywaniu Zakupu</w:t>
            </w:r>
          </w:p>
        </w:tc>
        <w:tc>
          <w:tcPr>
            <w:tcW w:w="2268" w:type="dxa"/>
            <w:shd w:val="clear" w:color="auto" w:fill="B7CDF9" w:themeFill="text2" w:themeFillTint="33"/>
            <w:vAlign w:val="center"/>
          </w:tcPr>
          <w:p w14:paraId="6897215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Czy zasoby są udostępniane na cały okres realizacji Zakupu/Umowy (TAK/NIE</w:t>
            </w:r>
            <w:r w:rsidRPr="006F7CF2">
              <w:rPr>
                <w:szCs w:val="18"/>
                <w:vertAlign w:val="superscript"/>
              </w:rPr>
              <w:footnoteReference w:id="1"/>
            </w:r>
            <w:r w:rsidRPr="006F7CF2">
              <w:rPr>
                <w:szCs w:val="18"/>
              </w:rPr>
              <w:t xml:space="preserve">) </w:t>
            </w:r>
          </w:p>
          <w:p w14:paraId="08E7D92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Okres udostępnienia zasobów</w:t>
            </w:r>
          </w:p>
        </w:tc>
        <w:tc>
          <w:tcPr>
            <w:tcW w:w="1554" w:type="dxa"/>
            <w:shd w:val="clear" w:color="auto" w:fill="B7CDF9" w:themeFill="text2" w:themeFillTint="33"/>
          </w:tcPr>
          <w:p w14:paraId="4181B9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Udział oraz zakres Podmiotu udostępniającego zasoby w realizacji Usług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>)</w:t>
            </w:r>
          </w:p>
        </w:tc>
      </w:tr>
      <w:tr w:rsidR="006F7CF2" w:rsidRPr="006F7CF2" w14:paraId="6C6D48F6" w14:textId="77777777" w:rsidTr="00816438">
        <w:trPr>
          <w:trHeight w:val="277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A627EC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Sytuacja ekonomiczna lub finansowa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FA7A37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Polisa OC</w:t>
            </w:r>
          </w:p>
        </w:tc>
        <w:tc>
          <w:tcPr>
            <w:tcW w:w="992" w:type="dxa"/>
          </w:tcPr>
          <w:p w14:paraId="4D36E52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809" w:type="dxa"/>
          </w:tcPr>
          <w:p w14:paraId="4E0293C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2268" w:type="dxa"/>
          </w:tcPr>
          <w:p w14:paraId="53EB8451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554" w:type="dxa"/>
          </w:tcPr>
          <w:p w14:paraId="0D40078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</w:tr>
      <w:tr w:rsidR="006F7CF2" w:rsidRPr="006F7CF2" w14:paraId="2EA2A05D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79508C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B7F1E4C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Środki finansowe / zdolność kredytowa</w:t>
            </w:r>
          </w:p>
        </w:tc>
        <w:tc>
          <w:tcPr>
            <w:tcW w:w="992" w:type="dxa"/>
          </w:tcPr>
          <w:p w14:paraId="06BA3F8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224B41A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451E25E8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0A114A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9052C3C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FEEEB2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BBEEE35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Roczny przychód/ Sprawozdanie</w:t>
            </w:r>
          </w:p>
        </w:tc>
        <w:tc>
          <w:tcPr>
            <w:tcW w:w="992" w:type="dxa"/>
          </w:tcPr>
          <w:p w14:paraId="66C5614F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D330F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6AF41D9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21F622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BAA25FC" w14:textId="77777777" w:rsidTr="00816438">
        <w:trPr>
          <w:trHeight w:val="42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67EF13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Zdolność techniczna lub zawodowa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EF952F4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Wykształcenie/kwalifikacje zawodowe</w:t>
            </w:r>
          </w:p>
        </w:tc>
        <w:tc>
          <w:tcPr>
            <w:tcW w:w="992" w:type="dxa"/>
          </w:tcPr>
          <w:p w14:paraId="1DF0316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2A449A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3AA9AEF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130681B1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C3FD708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98027B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480520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Doświadczenie</w:t>
            </w:r>
          </w:p>
        </w:tc>
        <w:tc>
          <w:tcPr>
            <w:tcW w:w="992" w:type="dxa"/>
          </w:tcPr>
          <w:p w14:paraId="59D69E8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198C29F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31328D7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7B69286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5376B8E6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828F8B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6D96D4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osobowy</w:t>
            </w:r>
          </w:p>
        </w:tc>
        <w:tc>
          <w:tcPr>
            <w:tcW w:w="992" w:type="dxa"/>
          </w:tcPr>
          <w:p w14:paraId="7E420180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45407AFE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55BB46E7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C9BE39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8768BB4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CA02D5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7F9328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techniczny</w:t>
            </w:r>
          </w:p>
        </w:tc>
        <w:tc>
          <w:tcPr>
            <w:tcW w:w="992" w:type="dxa"/>
          </w:tcPr>
          <w:p w14:paraId="2E138A6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3EB08D78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630137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4D67215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</w:tbl>
    <w:p w14:paraId="46DA395A" w14:textId="77777777" w:rsidR="006F7CF2" w:rsidRPr="006F7CF2" w:rsidRDefault="006F7CF2" w:rsidP="006F7CF2">
      <w:pPr>
        <w:autoSpaceDE w:val="0"/>
        <w:autoSpaceDN w:val="0"/>
        <w:adjustRightInd w:val="0"/>
        <w:rPr>
          <w:szCs w:val="18"/>
        </w:rPr>
      </w:pPr>
    </w:p>
    <w:p w14:paraId="3CD71E0B" w14:textId="3770FC5F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  <w:r w:rsidRPr="006F7CF2">
        <w:rPr>
          <w:szCs w:val="18"/>
        </w:rPr>
        <w:t xml:space="preserve">Ponadto </w:t>
      </w:r>
      <w:r w:rsidRPr="006F7CF2">
        <w:rPr>
          <w:b/>
          <w:szCs w:val="18"/>
        </w:rPr>
        <w:t>OŚWIADCZAMY</w:t>
      </w:r>
      <w:r w:rsidRPr="006F7CF2">
        <w:rPr>
          <w:szCs w:val="18"/>
        </w:rPr>
        <w:t>, że upoważniamy również rzeczonego Wykonawcę do poświadczania za zgodność</w:t>
      </w:r>
      <w:r w:rsidR="00D2335E">
        <w:rPr>
          <w:szCs w:val="18"/>
        </w:rPr>
        <w:br/>
      </w:r>
      <w:r w:rsidRPr="006F7CF2">
        <w:rPr>
          <w:szCs w:val="18"/>
        </w:rPr>
        <w:t>z oryginałem dokumentów wystawionych na rzecz naszego Podmiotu, przedkładanych w ramach przedmiotowego Postępowania w celu wykazania braku istnienia wobec nas podstaw wykluczenia</w:t>
      </w:r>
      <w:r w:rsidR="00D2335E">
        <w:rPr>
          <w:szCs w:val="18"/>
        </w:rPr>
        <w:br/>
      </w:r>
      <w:r w:rsidRPr="006F7CF2">
        <w:rPr>
          <w:szCs w:val="18"/>
        </w:rPr>
        <w:t>oraz spełniania przez ww. Wykonawcę warunków udziału w niniejszym Postępowaniu zakupowym (w tym do udzielania dalszych pełnomocnictw w ww. zakresie)</w:t>
      </w:r>
      <w:r w:rsidRPr="006F7CF2">
        <w:rPr>
          <w:szCs w:val="18"/>
          <w:vertAlign w:val="superscript"/>
        </w:rPr>
        <w:footnoteReference w:id="2"/>
      </w:r>
      <w:r w:rsidRPr="006F7CF2">
        <w:rPr>
          <w:szCs w:val="18"/>
        </w:rPr>
        <w:t>.</w:t>
      </w:r>
    </w:p>
    <w:p w14:paraId="23A85880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</w:p>
    <w:p w14:paraId="06F5C328" w14:textId="77777777" w:rsidR="00D2335E" w:rsidRPr="00D2335E" w:rsidRDefault="006F7CF2" w:rsidP="00816438">
      <w:pPr>
        <w:jc w:val="both"/>
        <w:rPr>
          <w:b/>
          <w:bCs/>
          <w:i/>
          <w:szCs w:val="18"/>
        </w:rPr>
      </w:pPr>
      <w:r w:rsidRPr="00D2335E">
        <w:rPr>
          <w:b/>
          <w:bCs/>
          <w:i/>
          <w:szCs w:val="18"/>
        </w:rPr>
        <w:t>Uwaga: Prosimy nie modyfikować pól tabeli oznaczonych kolorem szarym.</w:t>
      </w:r>
    </w:p>
    <w:p w14:paraId="26CF24A2" w14:textId="70083C14" w:rsidR="006F7CF2" w:rsidRPr="00D2335E" w:rsidRDefault="006F7CF2" w:rsidP="00816438">
      <w:pPr>
        <w:jc w:val="both"/>
        <w:rPr>
          <w:rFonts w:cstheme="minorHAnsi"/>
          <w:b/>
          <w:bCs/>
          <w:szCs w:val="18"/>
        </w:rPr>
      </w:pPr>
      <w:r w:rsidRPr="00D2335E">
        <w:rPr>
          <w:b/>
          <w:bCs/>
          <w:i/>
          <w:szCs w:val="18"/>
        </w:rPr>
        <w:t>Podmiot trzeci uzupełnia jedynie te pola (wiersze tabeli), w odniesieniu do których udostępnia zasoby. Pozostałe wiersze należy przekreślić, pozostawić puste lub usunąć.</w:t>
      </w:r>
    </w:p>
    <w:p w14:paraId="1B7F3631" w14:textId="3FC40CED" w:rsidR="00381365" w:rsidRDefault="00381365" w:rsidP="00381365">
      <w:pPr>
        <w:rPr>
          <w:rFonts w:cstheme="minorHAnsi"/>
        </w:rPr>
      </w:pPr>
    </w:p>
    <w:p w14:paraId="4BB21D18" w14:textId="4F9A9DF3" w:rsidR="00381365" w:rsidRDefault="00381365" w:rsidP="00381365">
      <w:pPr>
        <w:rPr>
          <w:rFonts w:cstheme="minorHAnsi"/>
        </w:rPr>
      </w:pPr>
    </w:p>
    <w:p w14:paraId="1A08FC3B" w14:textId="77777777" w:rsidR="00D2335E" w:rsidRDefault="00D2335E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6F7CF2">
        <w:rPr>
          <w:rFonts w:cstheme="minorHAnsi"/>
          <w:i/>
          <w:sz w:val="16"/>
          <w:szCs w:val="16"/>
        </w:rPr>
        <w:t>ych</w:t>
      </w:r>
      <w:proofErr w:type="spellEnd"/>
      <w:r w:rsidRPr="006F7CF2">
        <w:rPr>
          <w:rFonts w:cstheme="minorHAnsi"/>
          <w:i/>
          <w:sz w:val="16"/>
          <w:szCs w:val="16"/>
        </w:rPr>
        <w:t xml:space="preserve">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550C5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43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  <w:footnote w:id="1">
    <w:p w14:paraId="23EFDF5C" w14:textId="77777777" w:rsidR="006F7CF2" w:rsidRDefault="006F7CF2" w:rsidP="006F7CF2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2">
    <w:p w14:paraId="4458A4B0" w14:textId="77777777" w:rsidR="006F7CF2" w:rsidRPr="00517ECB" w:rsidRDefault="006F7CF2" w:rsidP="006F7CF2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331EFFA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4D57CF5" w14:textId="77777777" w:rsidR="00D2335E" w:rsidRDefault="00D2335E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2335E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„Modernizacja Dachu Budynku B(biurowy) RE Łowicz” </w:t>
          </w:r>
        </w:p>
        <w:p w14:paraId="5205B493" w14:textId="311999C8" w:rsidR="00347E8D" w:rsidRPr="006B2C28" w:rsidRDefault="00D2335E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2335E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POST/DYS/OLD/GZ/04359/2025 </w:t>
          </w:r>
        </w:p>
      </w:tc>
      <w:tc>
        <w:tcPr>
          <w:tcW w:w="977" w:type="dxa"/>
          <w:vAlign w:val="center"/>
        </w:tcPr>
        <w:p w14:paraId="3FED520E" w14:textId="1ED035D1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72C09044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EB69EDA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50075334">
    <w:abstractNumId w:val="17"/>
  </w:num>
  <w:num w:numId="2" w16cid:durableId="652678445">
    <w:abstractNumId w:val="7"/>
  </w:num>
  <w:num w:numId="3" w16cid:durableId="625813103">
    <w:abstractNumId w:val="12"/>
  </w:num>
  <w:num w:numId="4" w16cid:durableId="960764577">
    <w:abstractNumId w:val="19"/>
  </w:num>
  <w:num w:numId="5" w16cid:durableId="1241020745">
    <w:abstractNumId w:val="17"/>
  </w:num>
  <w:num w:numId="6" w16cid:durableId="820149009">
    <w:abstractNumId w:val="17"/>
  </w:num>
  <w:num w:numId="7" w16cid:durableId="1349139964">
    <w:abstractNumId w:val="3"/>
  </w:num>
  <w:num w:numId="8" w16cid:durableId="225995651">
    <w:abstractNumId w:val="26"/>
  </w:num>
  <w:num w:numId="9" w16cid:durableId="593512481">
    <w:abstractNumId w:val="16"/>
  </w:num>
  <w:num w:numId="10" w16cid:durableId="1308893722">
    <w:abstractNumId w:val="4"/>
  </w:num>
  <w:num w:numId="11" w16cid:durableId="1245989869">
    <w:abstractNumId w:val="13"/>
  </w:num>
  <w:num w:numId="12" w16cid:durableId="1392771126">
    <w:abstractNumId w:val="11"/>
  </w:num>
  <w:num w:numId="13" w16cid:durableId="138306656">
    <w:abstractNumId w:val="25"/>
  </w:num>
  <w:num w:numId="14" w16cid:durableId="306518532">
    <w:abstractNumId w:val="21"/>
  </w:num>
  <w:num w:numId="15" w16cid:durableId="397441136">
    <w:abstractNumId w:val="15"/>
  </w:num>
  <w:num w:numId="16" w16cid:durableId="2113697539">
    <w:abstractNumId w:val="9"/>
  </w:num>
  <w:num w:numId="17" w16cid:durableId="1765030696">
    <w:abstractNumId w:val="5"/>
  </w:num>
  <w:num w:numId="18" w16cid:durableId="6054996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15909186">
    <w:abstractNumId w:val="0"/>
  </w:num>
  <w:num w:numId="20" w16cid:durableId="1907253868">
    <w:abstractNumId w:val="27"/>
  </w:num>
  <w:num w:numId="21" w16cid:durableId="1211310624">
    <w:abstractNumId w:val="1"/>
  </w:num>
  <w:num w:numId="22" w16cid:durableId="434521150">
    <w:abstractNumId w:val="14"/>
  </w:num>
  <w:num w:numId="23" w16cid:durableId="801273037">
    <w:abstractNumId w:val="10"/>
  </w:num>
  <w:num w:numId="24" w16cid:durableId="1751272369">
    <w:abstractNumId w:val="20"/>
  </w:num>
  <w:num w:numId="25" w16cid:durableId="824782481">
    <w:abstractNumId w:val="24"/>
  </w:num>
  <w:num w:numId="26" w16cid:durableId="478378767">
    <w:abstractNumId w:val="2"/>
  </w:num>
  <w:num w:numId="27" w16cid:durableId="1774201972">
    <w:abstractNumId w:val="23"/>
  </w:num>
  <w:num w:numId="28" w16cid:durableId="255402139">
    <w:abstractNumId w:val="22"/>
  </w:num>
  <w:num w:numId="29" w16cid:durableId="9701384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53590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3006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0E6B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6189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45EE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349F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47C7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E79A9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0319"/>
    <w:rsid w:val="00D21BCE"/>
    <w:rsid w:val="00D2335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4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296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78CC92-F2F5-49B0-85BC-6045792A49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5753C4-3E02-4164-83E2-73AE885AE7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68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15</cp:revision>
  <cp:lastPrinted>2024-07-15T11:21:00Z</cp:lastPrinted>
  <dcterms:created xsi:type="dcterms:W3CDTF">2025-01-15T13:15:00Z</dcterms:created>
  <dcterms:modified xsi:type="dcterms:W3CDTF">2025-12-04T09:01:00Z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